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B7B53D0" w14:textId="77777777" w:rsidTr="00F279E6">
        <w:tc>
          <w:tcPr>
            <w:tcW w:w="1396" w:type="pct"/>
            <w:shd w:val="clear" w:color="auto" w:fill="auto"/>
          </w:tcPr>
          <w:p w14:paraId="0D0A966A" w14:textId="3E1CB05D" w:rsidR="00A301E0" w:rsidRPr="00752A41" w:rsidRDefault="0033362C" w:rsidP="00752A41">
            <w:pPr>
              <w:pStyle w:val="SISSCODE"/>
            </w:pPr>
            <w:r w:rsidRPr="0033362C">
              <w:t>AHCSS0XX</w:t>
            </w:r>
            <w:r w:rsidR="00CB7B61">
              <w:t>71</w:t>
            </w:r>
          </w:p>
        </w:tc>
        <w:tc>
          <w:tcPr>
            <w:tcW w:w="3604" w:type="pct"/>
            <w:shd w:val="clear" w:color="auto" w:fill="auto"/>
          </w:tcPr>
          <w:p w14:paraId="6A3918DA" w14:textId="2A2442B6" w:rsidR="00A301E0" w:rsidRPr="00752A41" w:rsidRDefault="0033362C" w:rsidP="00752A41">
            <w:pPr>
              <w:pStyle w:val="SISStitle"/>
            </w:pPr>
            <w:r w:rsidRPr="0033362C">
              <w:t xml:space="preserve">Recognise Native Fauna </w:t>
            </w:r>
            <w:r w:rsidR="00CB7B61">
              <w:t>on Country</w:t>
            </w:r>
            <w:r w:rsidRPr="0033362C">
              <w:t xml:space="preserve"> Skill Set</w:t>
            </w:r>
          </w:p>
        </w:tc>
      </w:tr>
    </w:tbl>
    <w:p w14:paraId="354B2CA1" w14:textId="77777777" w:rsidR="00A301E0" w:rsidRPr="00536741" w:rsidRDefault="00A301E0" w:rsidP="00A301E0"/>
    <w:p w14:paraId="1FFBDCB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C4EB26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6C47D15" w14:textId="77777777" w:rsidTr="002A1BEA">
        <w:tc>
          <w:tcPr>
            <w:tcW w:w="1396" w:type="pct"/>
            <w:shd w:val="clear" w:color="auto" w:fill="auto"/>
          </w:tcPr>
          <w:p w14:paraId="121F8239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DD385E5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1A0FAF8" w14:textId="77777777" w:rsidTr="002A1BEA">
        <w:tc>
          <w:tcPr>
            <w:tcW w:w="1396" w:type="pct"/>
            <w:shd w:val="clear" w:color="auto" w:fill="auto"/>
          </w:tcPr>
          <w:p w14:paraId="0AFF4EC5" w14:textId="419AA528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</w:t>
            </w:r>
            <w:r w:rsidR="00BC6CA8">
              <w:t>1</w:t>
            </w:r>
          </w:p>
        </w:tc>
        <w:tc>
          <w:tcPr>
            <w:tcW w:w="3604" w:type="pct"/>
            <w:shd w:val="clear" w:color="auto" w:fill="auto"/>
          </w:tcPr>
          <w:p w14:paraId="5AA7C3BA" w14:textId="05C60BFC" w:rsidR="00C87F53" w:rsidRPr="00C87F53" w:rsidRDefault="00C87F53" w:rsidP="00C87F53">
            <w:pPr>
              <w:pStyle w:val="SIText"/>
            </w:pPr>
            <w:r w:rsidRPr="00C87F53">
              <w:t xml:space="preserve">This version released with AHC Agriculture, Horticulture and Conservation and Land Management Training Package Version </w:t>
            </w:r>
            <w:r w:rsidR="006942A1">
              <w:t>9</w:t>
            </w:r>
            <w:r>
              <w:t>.</w:t>
            </w:r>
            <w:r w:rsidRPr="00C87F53">
              <w:t>0.</w:t>
            </w:r>
          </w:p>
          <w:p w14:paraId="710CA397" w14:textId="77777777" w:rsidR="00C87F53" w:rsidRPr="00C87F53" w:rsidRDefault="00C87F53" w:rsidP="00C87F53">
            <w:pPr>
              <w:pStyle w:val="SIText"/>
            </w:pPr>
          </w:p>
          <w:p w14:paraId="6B48DEC7" w14:textId="42D436F4" w:rsidR="0033522C" w:rsidRDefault="008B5815" w:rsidP="007122D7">
            <w:pPr>
              <w:pStyle w:val="SIText"/>
            </w:pPr>
            <w:r w:rsidRPr="007122D7">
              <w:t xml:space="preserve">This skill set supersedes and is </w:t>
            </w:r>
            <w:r w:rsidRPr="007122D7">
              <w:rPr>
                <w:rStyle w:val="SITemporaryText-green"/>
                <w:color w:val="auto"/>
                <w:sz w:val="20"/>
                <w:szCs w:val="22"/>
              </w:rPr>
              <w:t>not equivalent</w:t>
            </w:r>
            <w:r w:rsidRPr="007122D7">
              <w:t xml:space="preserve"> to </w:t>
            </w:r>
            <w:r w:rsidRPr="007122D7">
              <w:rPr>
                <w:rStyle w:val="SITemporaryText-green"/>
                <w:color w:val="auto"/>
                <w:sz w:val="20"/>
                <w:szCs w:val="22"/>
              </w:rPr>
              <w:t>AHCSS00071 XX Skill Set.</w:t>
            </w:r>
            <w:r w:rsidRPr="008B5815">
              <w:t xml:space="preserve"> </w:t>
            </w:r>
            <w:r w:rsidR="00216441" w:rsidRPr="00216441">
              <w:t>Updated unit codes and qual</w:t>
            </w:r>
            <w:r w:rsidR="00F535EC">
              <w:t>ification</w:t>
            </w:r>
            <w:r w:rsidR="00216441" w:rsidRPr="00216441">
              <w:t xml:space="preserve"> and skill set code and title. </w:t>
            </w:r>
          </w:p>
          <w:p w14:paraId="076610D9" w14:textId="22C15E1D" w:rsidR="00536741" w:rsidRDefault="00216441" w:rsidP="008B5815">
            <w:pPr>
              <w:pStyle w:val="SIText"/>
            </w:pPr>
            <w:r w:rsidRPr="00216441">
              <w:t>Changed wording of Description, Target Group and Suggested words for Statement of Attainment</w:t>
            </w:r>
            <w:r w:rsidR="008B5815">
              <w:t xml:space="preserve">. </w:t>
            </w:r>
            <w:r w:rsidR="00C87F53" w:rsidRPr="00C87F53">
              <w:t>Updated unit code</w:t>
            </w:r>
            <w:r w:rsidR="00CB7B61">
              <w:t xml:space="preserve"> and skill set </w:t>
            </w:r>
            <w:r w:rsidR="0033522C">
              <w:t>code</w:t>
            </w:r>
            <w:r w:rsidR="00CB7B61">
              <w:t>.</w:t>
            </w:r>
          </w:p>
        </w:tc>
      </w:tr>
    </w:tbl>
    <w:p w14:paraId="0161C55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174F530" w14:textId="77777777" w:rsidTr="000D7BE6">
        <w:tc>
          <w:tcPr>
            <w:tcW w:w="5000" w:type="pct"/>
            <w:shd w:val="clear" w:color="auto" w:fill="auto"/>
          </w:tcPr>
          <w:p w14:paraId="1EDD590E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FDF8037" w14:textId="77777777" w:rsidR="00A772D9" w:rsidRDefault="00DB557A" w:rsidP="00E128D3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C87F53">
              <w:t>provides the skills and knowledge required to work under supervision recognising fauna in an Aboriginal and/or Torres Strait Community or on Country.</w:t>
            </w:r>
          </w:p>
          <w:p w14:paraId="1A887ECB" w14:textId="2C172B29" w:rsidR="00E128D3" w:rsidRPr="00536741" w:rsidRDefault="00E128D3" w:rsidP="00E128D3">
            <w:pPr>
              <w:pStyle w:val="SIText"/>
            </w:pPr>
          </w:p>
        </w:tc>
      </w:tr>
      <w:tr w:rsidR="00A301E0" w:rsidRPr="00963A46" w14:paraId="605407F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EEED1D4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399C990" w14:textId="77777777" w:rsidR="006D5B6F" w:rsidRDefault="00890663" w:rsidP="00752A41">
            <w:pPr>
              <w:pStyle w:val="SIText"/>
            </w:pPr>
            <w:r>
              <w:t xml:space="preserve">These units of competency </w:t>
            </w:r>
            <w:r w:rsidR="00C87F53">
              <w:t xml:space="preserve">provide credit towards </w:t>
            </w:r>
            <w:r w:rsidR="00F945CB">
              <w:t>the following qualification in the AHC</w:t>
            </w:r>
            <w:r w:rsidR="006D5B6F">
              <w:t xml:space="preserve"> </w:t>
            </w:r>
            <w:r w:rsidR="006D5B6F" w:rsidRPr="00C87F53">
              <w:t>Agriculture, Horticulture and Conservation and Land Management Training Package</w:t>
            </w:r>
            <w:r w:rsidR="006D5B6F">
              <w:t>:</w:t>
            </w:r>
            <w:r w:rsidR="006D5B6F" w:rsidRPr="00C87F53">
              <w:t xml:space="preserve"> </w:t>
            </w:r>
          </w:p>
          <w:p w14:paraId="09040472" w14:textId="6F443AB3" w:rsidR="00890663" w:rsidRPr="00536741" w:rsidRDefault="00C87F53" w:rsidP="00B864BD">
            <w:pPr>
              <w:pStyle w:val="SIBulletList1"/>
            </w:pPr>
            <w:r>
              <w:t>AHC3</w:t>
            </w:r>
            <w:r w:rsidR="008B5815">
              <w:t>2</w:t>
            </w:r>
            <w:r w:rsidR="001A36CA">
              <w:t>X</w:t>
            </w:r>
            <w:r>
              <w:t>5</w:t>
            </w:r>
            <w:r w:rsidR="001A36CA">
              <w:t>2</w:t>
            </w:r>
            <w:r w:rsidR="00131AAE">
              <w:t>2</w:t>
            </w:r>
            <w:r>
              <w:t xml:space="preserve"> Certificate III in on Country Management</w:t>
            </w:r>
            <w:r w:rsidR="00E128D3">
              <w:t>.</w:t>
            </w:r>
          </w:p>
          <w:p w14:paraId="0FCA560E" w14:textId="67DF2852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4596CAE7" w14:textId="77777777" w:rsidTr="00C87F53">
        <w:trPr>
          <w:trHeight w:val="792"/>
        </w:trPr>
        <w:tc>
          <w:tcPr>
            <w:tcW w:w="5000" w:type="pct"/>
            <w:shd w:val="clear" w:color="auto" w:fill="auto"/>
          </w:tcPr>
          <w:p w14:paraId="12C16C8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1AD05698" w14:textId="571365A0" w:rsidR="00A301E0" w:rsidRPr="00A301E0" w:rsidRDefault="004463CA" w:rsidP="00C87F53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0EC8173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4F2D6E9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6ABD650" w14:textId="787DE928" w:rsidR="0033362C" w:rsidRPr="006D5B6F" w:rsidRDefault="0033362C" w:rsidP="006D5B6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D5B6F">
              <w:rPr>
                <w:rStyle w:val="SITemporaryText-blue"/>
                <w:color w:val="auto"/>
                <w:sz w:val="20"/>
              </w:rPr>
              <w:t>AHCFAU20</w:t>
            </w:r>
            <w:r w:rsidR="00CF2110" w:rsidRPr="006D5B6F">
              <w:rPr>
                <w:rStyle w:val="SITemporaryText-blue"/>
                <w:color w:val="auto"/>
                <w:sz w:val="20"/>
              </w:rPr>
              <w:t>2</w:t>
            </w:r>
            <w:r w:rsidRPr="006D5B6F">
              <w:rPr>
                <w:rStyle w:val="SITemporaryText-blue"/>
                <w:color w:val="auto"/>
                <w:sz w:val="20"/>
              </w:rPr>
              <w:t xml:space="preserve"> Recognise fauna</w:t>
            </w:r>
          </w:p>
          <w:p w14:paraId="0CFC0C0D" w14:textId="3B433623" w:rsidR="00CF2110" w:rsidRPr="006D5B6F" w:rsidRDefault="00CF2110" w:rsidP="006D5B6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D5B6F">
              <w:rPr>
                <w:rStyle w:val="SITemporaryText-blue"/>
                <w:color w:val="auto"/>
                <w:sz w:val="20"/>
              </w:rPr>
              <w:t>AHCOCM2X02 Observe and report plants or animals</w:t>
            </w:r>
          </w:p>
          <w:p w14:paraId="6D952C0E" w14:textId="5E06AA48" w:rsidR="001F28F9" w:rsidRPr="00536741" w:rsidRDefault="00CF2110" w:rsidP="006D5B6F">
            <w:pPr>
              <w:pStyle w:val="SIBulletList1"/>
            </w:pPr>
            <w:r w:rsidRPr="006D5B6F">
              <w:rPr>
                <w:rStyle w:val="SITemporaryText-blue"/>
                <w:color w:val="auto"/>
                <w:sz w:val="20"/>
              </w:rPr>
              <w:t>AHCOCM3X02 Provide appropriate information on Aboriginal and/or Torres Strait Islander peoples' cultural practice</w:t>
            </w:r>
            <w:r w:rsidRPr="00CF2110">
              <w:rPr>
                <w:rStyle w:val="SITemporaryText-blue"/>
              </w:rPr>
              <w:t xml:space="preserve"> </w:t>
            </w:r>
          </w:p>
        </w:tc>
      </w:tr>
      <w:tr w:rsidR="005C7EA8" w:rsidRPr="00963A46" w14:paraId="689812A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304645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E9D0364" w14:textId="2124ABF7" w:rsidR="0016138C" w:rsidRPr="00536741" w:rsidRDefault="00C87F53" w:rsidP="00C87F53">
            <w:pPr>
              <w:pStyle w:val="SIText"/>
            </w:pPr>
            <w:r w:rsidRPr="00C87F53">
              <w:t xml:space="preserve">This skill set is for </w:t>
            </w:r>
            <w:r>
              <w:t xml:space="preserve">entry level </w:t>
            </w:r>
            <w:r w:rsidRPr="00C87F53">
              <w:t xml:space="preserve">workers in a range of </w:t>
            </w:r>
            <w:r>
              <w:t>roles and who</w:t>
            </w:r>
            <w:r w:rsidRPr="00C87F53">
              <w:t xml:space="preserve"> work on Country or with </w:t>
            </w:r>
            <w:r>
              <w:t>Aboriginal and/or Torres Strait Islander</w:t>
            </w:r>
            <w:r w:rsidRPr="00C87F53">
              <w:t xml:space="preserve"> Communities.</w:t>
            </w:r>
          </w:p>
        </w:tc>
      </w:tr>
      <w:tr w:rsidR="00DB557A" w:rsidRPr="00963A46" w14:paraId="3AE2CE0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0F9BB5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6F26B461" w14:textId="391FE585" w:rsidR="00DB557A" w:rsidRPr="00536741" w:rsidRDefault="00C87F53" w:rsidP="0033362C">
            <w:pPr>
              <w:pStyle w:val="SIText"/>
            </w:pPr>
            <w:r w:rsidRPr="00C87F53">
              <w:t xml:space="preserve">These competencies meet the industry requirements for working on Country around fauna that is </w:t>
            </w:r>
            <w:r>
              <w:t xml:space="preserve">culturally </w:t>
            </w:r>
            <w:r w:rsidRPr="00C87F53">
              <w:t xml:space="preserve">significant to </w:t>
            </w:r>
            <w:r>
              <w:t>Aboriginal and/or Torres Strait Islander</w:t>
            </w:r>
            <w:r w:rsidRPr="00C87F53">
              <w:t xml:space="preserve"> Communities.</w:t>
            </w:r>
          </w:p>
        </w:tc>
      </w:tr>
    </w:tbl>
    <w:p w14:paraId="2A076FE9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6D24B" w14:textId="77777777" w:rsidR="007B3EB6" w:rsidRDefault="007B3EB6" w:rsidP="00BF3F0A">
      <w:r>
        <w:separator/>
      </w:r>
    </w:p>
    <w:p w14:paraId="398E5B64" w14:textId="77777777" w:rsidR="007B3EB6" w:rsidRDefault="007B3EB6"/>
  </w:endnote>
  <w:endnote w:type="continuationSeparator" w:id="0">
    <w:p w14:paraId="44CE9575" w14:textId="77777777" w:rsidR="007B3EB6" w:rsidRDefault="007B3EB6" w:rsidP="00BF3F0A">
      <w:r>
        <w:continuationSeparator/>
      </w:r>
    </w:p>
    <w:p w14:paraId="4448819F" w14:textId="77777777" w:rsidR="007B3EB6" w:rsidRDefault="007B3E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85313" w14:textId="77777777" w:rsidR="008B5815" w:rsidRDefault="008B581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9ED9CC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BA3B53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26CBB2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5DCA" w14:textId="77777777" w:rsidR="008B5815" w:rsidRDefault="008B58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455A2" w14:textId="77777777" w:rsidR="007B3EB6" w:rsidRDefault="007B3EB6" w:rsidP="00BF3F0A">
      <w:r>
        <w:separator/>
      </w:r>
    </w:p>
    <w:p w14:paraId="6BA5D807" w14:textId="77777777" w:rsidR="007B3EB6" w:rsidRDefault="007B3EB6"/>
  </w:footnote>
  <w:footnote w:type="continuationSeparator" w:id="0">
    <w:p w14:paraId="218C92CA" w14:textId="77777777" w:rsidR="007B3EB6" w:rsidRDefault="007B3EB6" w:rsidP="00BF3F0A">
      <w:r>
        <w:continuationSeparator/>
      </w:r>
    </w:p>
    <w:p w14:paraId="28E81B10" w14:textId="77777777" w:rsidR="007B3EB6" w:rsidRDefault="007B3E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48F70" w14:textId="77777777" w:rsidR="008B5815" w:rsidRDefault="008B581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8E2EB" w14:textId="6341C0C4" w:rsidR="009C2650" w:rsidRPr="0033362C" w:rsidRDefault="007B3EB6" w:rsidP="0033362C">
    <w:sdt>
      <w:sdtPr>
        <w:id w:val="-1324342062"/>
        <w:docPartObj>
          <w:docPartGallery w:val="Watermarks"/>
          <w:docPartUnique/>
        </w:docPartObj>
      </w:sdtPr>
      <w:sdtEndPr/>
      <w:sdtContent>
        <w:r>
          <w:pict w14:anchorId="6D1ED21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3362C" w:rsidRPr="0033362C">
      <w:t>AHCSS000</w:t>
    </w:r>
    <w:r w:rsidR="0033362C">
      <w:t>XX</w:t>
    </w:r>
    <w:r w:rsidR="0033362C" w:rsidRPr="0033362C">
      <w:t xml:space="preserve"> </w:t>
    </w:r>
    <w:r w:rsidR="00CB7B61" w:rsidRPr="00CB7B61">
      <w:t>Recognise Native Fauna on Country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A2901" w14:textId="77777777" w:rsidR="008B5815" w:rsidRDefault="008B58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D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1AAE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36CA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16441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362C"/>
    <w:rsid w:val="0033522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42A1"/>
    <w:rsid w:val="00695891"/>
    <w:rsid w:val="006969D9"/>
    <w:rsid w:val="006A1D6C"/>
    <w:rsid w:val="006A2B68"/>
    <w:rsid w:val="006C159E"/>
    <w:rsid w:val="006C2F32"/>
    <w:rsid w:val="006D4448"/>
    <w:rsid w:val="006D5B6F"/>
    <w:rsid w:val="006E2C4D"/>
    <w:rsid w:val="00705EEC"/>
    <w:rsid w:val="00707741"/>
    <w:rsid w:val="007122D7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B3EB6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5E2F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B581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E7E73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C6CA8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7F53"/>
    <w:rsid w:val="00C96AF3"/>
    <w:rsid w:val="00C97CCC"/>
    <w:rsid w:val="00CA0274"/>
    <w:rsid w:val="00CB746F"/>
    <w:rsid w:val="00CB7B61"/>
    <w:rsid w:val="00CC1B62"/>
    <w:rsid w:val="00CC451E"/>
    <w:rsid w:val="00CD4E9D"/>
    <w:rsid w:val="00CD4F4D"/>
    <w:rsid w:val="00CE7D19"/>
    <w:rsid w:val="00CF0CF5"/>
    <w:rsid w:val="00CF2110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76DD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128D3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35EC"/>
    <w:rsid w:val="00F5616F"/>
    <w:rsid w:val="00F56827"/>
    <w:rsid w:val="00F65EF0"/>
    <w:rsid w:val="00F71651"/>
    <w:rsid w:val="00F76CC6"/>
    <w:rsid w:val="00F945CB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B62AF36"/>
  <w15:docId w15:val="{1C3D3E42-D456-43FF-A34C-BB960420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SkillSe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A2AB736AD984F9F5AA097826C5D86" ma:contentTypeVersion="" ma:contentTypeDescription="Create a new document." ma:contentTypeScope="" ma:versionID="9ac0ea2d4b08249d1054635db867d2a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766b023-93ee-4612-a82f-fcde2b1cfd95" targetNamespace="http://schemas.microsoft.com/office/2006/metadata/properties" ma:root="true" ma:fieldsID="bad418907c04a03a535d9ca60f0ffa8b" ns1:_="" ns2:_="" ns3:_="">
    <xsd:import namespace="http://schemas.microsoft.com/sharepoint/v3"/>
    <xsd:import namespace="d50bbff7-d6dd-47d2-864a-cfdc2c3db0f4"/>
    <xsd:import namespace="a766b023-93ee-4612-a82f-fcde2b1cfd9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6b023-93ee-4612-a82f-fcde2b1cf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6E46B-CDD4-4DD5-99C7-7658E09B0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766b023-93ee-4612-a82f-fcde2b1cfd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(1).dotx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Cathy Beven</dc:creator>
  <cp:lastModifiedBy>Michelle Ingley-Smith</cp:lastModifiedBy>
  <cp:revision>2</cp:revision>
  <cp:lastPrinted>2016-05-27T05:21:00Z</cp:lastPrinted>
  <dcterms:created xsi:type="dcterms:W3CDTF">2022-05-30T03:08:00Z</dcterms:created>
  <dcterms:modified xsi:type="dcterms:W3CDTF">2022-05-30T03:08:00Z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0x0101003D6A2AB736AD984F9F5AA097826C5D86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